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F0FAD46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C13B75">
        <w:rPr>
          <w:rStyle w:val="Strong"/>
          <w:rFonts w:asciiTheme="minorHAnsi" w:hAnsiTheme="minorHAnsi" w:cstheme="minorHAnsi"/>
          <w:lang w:val="en-GB"/>
        </w:rPr>
        <w:t>15-G008-22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D85E1B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1890"/>
        <w:gridCol w:w="3240"/>
      </w:tblGrid>
      <w:tr w:rsidR="00B0293A" w:rsidRPr="00A33618" w14:paraId="07FCC147" w14:textId="77777777" w:rsidTr="00DE4A68">
        <w:tc>
          <w:tcPr>
            <w:tcW w:w="4315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1890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24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DE4A68">
        <w:tc>
          <w:tcPr>
            <w:tcW w:w="4315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1890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710C066" w14:textId="18D6A466" w:rsidR="00B0293A" w:rsidRPr="00532E97" w:rsidRDefault="00E5676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13/10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4D9567D4" w14:textId="77777777" w:rsidTr="00DE4A68">
        <w:tc>
          <w:tcPr>
            <w:tcW w:w="4315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1890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089B299" w14:textId="1EDB2ADC" w:rsidR="00B0293A" w:rsidRPr="00194728" w:rsidRDefault="00E5676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19/10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2E8E3BDC" w14:textId="77777777" w:rsidTr="00DE4A68">
        <w:tc>
          <w:tcPr>
            <w:tcW w:w="4315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1890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B0F8C82" w14:textId="6255D603" w:rsidR="00B0293A" w:rsidRPr="00194728" w:rsidRDefault="00E5676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20/11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3D3C37BA" w14:textId="77777777" w:rsidTr="00DE4A68">
        <w:tc>
          <w:tcPr>
            <w:tcW w:w="4315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D4EE237" w:rsidR="00B0293A" w:rsidRPr="00194728" w:rsidRDefault="00E5676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07/11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</w:t>
            </w:r>
            <w:r w:rsidR="007F577A">
              <w:rPr>
                <w:rFonts w:ascii="Calibri" w:hAnsi="Calibri"/>
                <w:szCs w:val="20"/>
              </w:rPr>
              <w:t>5</w:t>
            </w:r>
            <w:r w:rsidR="00DE4A68">
              <w:rPr>
                <w:rFonts w:ascii="Calibri" w:hAnsi="Calibri"/>
                <w:szCs w:val="20"/>
              </w:rPr>
              <w:t>:00 PM</w:t>
            </w:r>
          </w:p>
        </w:tc>
      </w:tr>
      <w:tr w:rsidR="00B0293A" w:rsidRPr="00A33618" w14:paraId="1D91F0FB" w14:textId="77777777" w:rsidTr="00DE4A68">
        <w:tc>
          <w:tcPr>
            <w:tcW w:w="4315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1890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E8CE09F" w14:textId="66FB5A11" w:rsidR="00B0293A" w:rsidRPr="00194728" w:rsidRDefault="00E5676D" w:rsidP="00DE4A6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8/11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5319267B" w14:textId="77777777" w:rsidTr="00DE4A68">
        <w:tc>
          <w:tcPr>
            <w:tcW w:w="4315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1890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449178D" w14:textId="45702C22" w:rsidR="00B0293A" w:rsidRPr="00194728" w:rsidRDefault="00E5676D" w:rsidP="003D4D5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9/11</w:t>
            </w:r>
            <w:r w:rsidR="00230794">
              <w:rPr>
                <w:rFonts w:ascii="Calibri" w:hAnsi="Calibri"/>
                <w:szCs w:val="20"/>
              </w:rPr>
              <w:t>/2022</w:t>
            </w:r>
            <w:r w:rsidR="00DE4A6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603C6C3A" w14:textId="77777777" w:rsidTr="00DE4A68">
        <w:tc>
          <w:tcPr>
            <w:tcW w:w="4315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1890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2ADCA74" w14:textId="6B8D779D" w:rsidR="00B0293A" w:rsidRPr="00194728" w:rsidRDefault="006327B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E5676D">
              <w:rPr>
                <w:rFonts w:ascii="Calibri" w:hAnsi="Calibri"/>
                <w:szCs w:val="20"/>
              </w:rPr>
              <w:t>/11</w:t>
            </w:r>
            <w:r w:rsidR="00230794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405F2EC0" w14:textId="77777777" w:rsidTr="00DE4A68">
        <w:tc>
          <w:tcPr>
            <w:tcW w:w="4315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1890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783A509" w14:textId="511501F9" w:rsidR="00B0293A" w:rsidRPr="00194728" w:rsidRDefault="006327B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E5676D">
              <w:rPr>
                <w:rFonts w:ascii="Calibri" w:hAnsi="Calibri"/>
                <w:szCs w:val="20"/>
              </w:rPr>
              <w:t>/11</w:t>
            </w:r>
            <w:r w:rsidR="00141954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169855ED" w14:textId="77777777" w:rsidTr="00DE4A68">
        <w:tc>
          <w:tcPr>
            <w:tcW w:w="4315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1890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8C3B234" w14:textId="40C4082D" w:rsidR="00B0293A" w:rsidRPr="00194728" w:rsidRDefault="006327B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7F577A">
              <w:rPr>
                <w:rFonts w:ascii="Calibri" w:hAnsi="Calibri"/>
                <w:szCs w:val="20"/>
              </w:rPr>
              <w:t>/11/2022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7F23A" w14:textId="77777777" w:rsidR="00B528B7" w:rsidRDefault="00B528B7">
      <w:r>
        <w:separator/>
      </w:r>
    </w:p>
  </w:endnote>
  <w:endnote w:type="continuationSeparator" w:id="0">
    <w:p w14:paraId="7ABCCECD" w14:textId="77777777" w:rsidR="00B528B7" w:rsidRDefault="00B528B7">
      <w:r>
        <w:continuationSeparator/>
      </w:r>
    </w:p>
  </w:endnote>
  <w:endnote w:type="continuationNotice" w:id="1">
    <w:p w14:paraId="69287190" w14:textId="77777777" w:rsidR="00B528B7" w:rsidRDefault="00B528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63193" w14:textId="77777777" w:rsidR="004A70B6" w:rsidRDefault="004A70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562495E5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5676D" w:rsidRPr="00E5676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5676D" w:rsidRPr="00E5676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410F48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327BA">
      <w:rPr>
        <w:noProof/>
      </w:rPr>
      <w:t>2022-10-21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FED9C" w14:textId="77777777" w:rsidR="004A70B6" w:rsidRDefault="004A7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85667" w14:textId="77777777" w:rsidR="00B528B7" w:rsidRDefault="00B528B7">
      <w:r>
        <w:separator/>
      </w:r>
    </w:p>
  </w:footnote>
  <w:footnote w:type="continuationSeparator" w:id="0">
    <w:p w14:paraId="3A27983E" w14:textId="77777777" w:rsidR="00B528B7" w:rsidRDefault="00B528B7">
      <w:r>
        <w:continuationSeparator/>
      </w:r>
    </w:p>
  </w:footnote>
  <w:footnote w:type="continuationNotice" w:id="1">
    <w:p w14:paraId="07D7ACF2" w14:textId="77777777" w:rsidR="00B528B7" w:rsidRDefault="00B528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8425A" w14:textId="77777777" w:rsidR="004A70B6" w:rsidRDefault="004A70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5A54B8E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18670">
    <w:abstractNumId w:val="1"/>
  </w:num>
  <w:num w:numId="2" w16cid:durableId="285236368">
    <w:abstractNumId w:val="10"/>
  </w:num>
  <w:num w:numId="3" w16cid:durableId="1079209095">
    <w:abstractNumId w:val="11"/>
  </w:num>
  <w:num w:numId="4" w16cid:durableId="613557068">
    <w:abstractNumId w:val="4"/>
  </w:num>
  <w:num w:numId="5" w16cid:durableId="1136528010">
    <w:abstractNumId w:val="3"/>
  </w:num>
  <w:num w:numId="6" w16cid:durableId="86967192">
    <w:abstractNumId w:val="7"/>
  </w:num>
  <w:num w:numId="7" w16cid:durableId="1627469232">
    <w:abstractNumId w:val="5"/>
  </w:num>
  <w:num w:numId="8" w16cid:durableId="1999259240">
    <w:abstractNumId w:val="9"/>
  </w:num>
  <w:num w:numId="9" w16cid:durableId="391536759">
    <w:abstractNumId w:val="0"/>
  </w:num>
  <w:num w:numId="10" w16cid:durableId="717776770">
    <w:abstractNumId w:val="8"/>
  </w:num>
  <w:num w:numId="11" w16cid:durableId="65804662">
    <w:abstractNumId w:val="2"/>
  </w:num>
  <w:num w:numId="12" w16cid:durableId="172964840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977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1BB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1C5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1954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728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794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A23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591B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D5A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CA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0B6"/>
    <w:rsid w:val="004A78D2"/>
    <w:rsid w:val="004B0353"/>
    <w:rsid w:val="004B074B"/>
    <w:rsid w:val="004B0A79"/>
    <w:rsid w:val="004B1E07"/>
    <w:rsid w:val="004B488F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2F8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1E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082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7BA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3933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0672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77A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4D2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495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CE6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8B7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3731"/>
    <w:rsid w:val="00C13B75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4FC0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A68"/>
    <w:rsid w:val="00DE4B7D"/>
    <w:rsid w:val="00DE50D4"/>
    <w:rsid w:val="00DE5C96"/>
    <w:rsid w:val="00DE709E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76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67D1A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6895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0C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97FA4E-8B80-474B-9EB2-E6D7FACAA3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16</cp:revision>
  <cp:lastPrinted>2013-10-18T08:32:00Z</cp:lastPrinted>
  <dcterms:created xsi:type="dcterms:W3CDTF">2022-02-08T07:32:00Z</dcterms:created>
  <dcterms:modified xsi:type="dcterms:W3CDTF">2022-10-21T03:59:00Z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